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18D32774" w:rsidRDefault="00997F14" w14:paraId="348BF0BB" w14:textId="7FAE866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8D3277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8D32774" w:rsidR="00D8678B">
        <w:rPr>
          <w:rFonts w:ascii="Corbel" w:hAnsi="Corbel"/>
          <w:i w:val="1"/>
          <w:iCs w:val="1"/>
        </w:rPr>
        <w:t xml:space="preserve">Załącznik nr </w:t>
      </w:r>
      <w:r w:rsidRPr="18D32774" w:rsidR="006F31E2">
        <w:rPr>
          <w:rFonts w:ascii="Corbel" w:hAnsi="Corbel"/>
          <w:i w:val="1"/>
          <w:iCs w:val="1"/>
        </w:rPr>
        <w:t>1.5</w:t>
      </w:r>
      <w:r w:rsidRPr="18D32774" w:rsidR="00D8678B">
        <w:rPr>
          <w:rFonts w:ascii="Corbel" w:hAnsi="Corbel"/>
          <w:i w:val="1"/>
          <w:iCs w:val="1"/>
        </w:rPr>
        <w:t xml:space="preserve"> do Zarządzenia</w:t>
      </w:r>
      <w:r w:rsidRPr="18D32774" w:rsidR="002A22BF">
        <w:rPr>
          <w:rFonts w:ascii="Corbel" w:hAnsi="Corbel"/>
          <w:i w:val="1"/>
          <w:iCs w:val="1"/>
        </w:rPr>
        <w:t xml:space="preserve"> Rektora </w:t>
      </w:r>
      <w:r w:rsidRPr="18D32774" w:rsidR="002A22BF">
        <w:rPr>
          <w:rFonts w:ascii="Corbel" w:hAnsi="Corbel"/>
          <w:i w:val="1"/>
          <w:iCs w:val="1"/>
        </w:rPr>
        <w:t xml:space="preserve">UR </w:t>
      </w:r>
      <w:r w:rsidRPr="18D32774" w:rsidR="00CD6897">
        <w:rPr>
          <w:rFonts w:ascii="Corbel" w:hAnsi="Corbel"/>
          <w:i w:val="1"/>
          <w:iCs w:val="1"/>
        </w:rPr>
        <w:t>nr</w:t>
      </w:r>
      <w:r w:rsidRPr="18D32774" w:rsidR="00CD6897">
        <w:rPr>
          <w:rFonts w:ascii="Corbel" w:hAnsi="Corbel"/>
          <w:i w:val="1"/>
          <w:iCs w:val="1"/>
        </w:rPr>
        <w:t xml:space="preserve"> </w:t>
      </w:r>
      <w:r w:rsidRPr="18D32774" w:rsidR="00F17567">
        <w:rPr>
          <w:rFonts w:ascii="Corbel" w:hAnsi="Corbel"/>
          <w:i w:val="1"/>
          <w:iCs w:val="1"/>
        </w:rPr>
        <w:t>12/2019</w:t>
      </w:r>
    </w:p>
    <w:p w:rsidRPr="009C54AE" w:rsidR="0085747A" w:rsidP="009C54AE" w:rsidRDefault="0085747A" w14:paraId="779F127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8D32774" w:rsidRDefault="0071620A" w14:paraId="2C946BF3" w14:textId="09C68D0F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8D3277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8D3277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8D32774" w:rsidR="00032130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18D32774" w:rsidR="1A67A2C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8D32774" w:rsidR="00032130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18D32774" w:rsidR="1D22D22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8D32774" w:rsidR="00032130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54FE018C" w14:textId="36A4193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8D32774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8D32774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8D32774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F8E4182" w14:textId="31F8F0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032130">
        <w:rPr>
          <w:rFonts w:ascii="Corbel" w:hAnsi="Corbel"/>
          <w:sz w:val="20"/>
          <w:szCs w:val="20"/>
        </w:rPr>
        <w:t>2022/</w:t>
      </w:r>
      <w:r w:rsidR="211B15CD">
        <w:rPr>
          <w:rFonts w:ascii="Corbel" w:hAnsi="Corbel"/>
          <w:sz w:val="20"/>
          <w:szCs w:val="20"/>
        </w:rPr>
        <w:t>20</w:t>
      </w:r>
      <w:r w:rsidR="00032130">
        <w:rPr>
          <w:rFonts w:ascii="Corbel" w:hAnsi="Corbel"/>
          <w:sz w:val="20"/>
          <w:szCs w:val="20"/>
        </w:rPr>
        <w:t>23</w:t>
      </w:r>
    </w:p>
    <w:p w:rsidRPr="009C54AE" w:rsidR="0085747A" w:rsidP="009C54AE" w:rsidRDefault="0085747A" w14:paraId="7F73F66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EC1005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8D32774" w14:paraId="377291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D3726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8D32774" w:rsidRDefault="00032130" w14:paraId="77DB69B1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8D32774" w:rsidR="00032130">
              <w:rPr>
                <w:rFonts w:ascii="Corbel" w:hAnsi="Corbel"/>
                <w:b w:val="1"/>
                <w:bCs w:val="1"/>
                <w:sz w:val="24"/>
                <w:szCs w:val="24"/>
              </w:rPr>
              <w:t>Prawo organizacji pozarządowych</w:t>
            </w:r>
          </w:p>
        </w:tc>
      </w:tr>
      <w:tr w:rsidRPr="009C54AE" w:rsidR="0085747A" w:rsidTr="18D32774" w14:paraId="4E127FA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13673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409C0" w:rsidRDefault="00032130" w14:paraId="60EBB8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0409C0">
              <w:rPr>
                <w:rFonts w:ascii="Corbel" w:hAnsi="Corbel"/>
                <w:b w:val="0"/>
                <w:sz w:val="24"/>
                <w:szCs w:val="24"/>
              </w:rPr>
              <w:t>5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Pr="009C54AE" w:rsidR="0085747A" w:rsidTr="18D32774" w14:paraId="3341A46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6B7685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8D32774" w:rsidRDefault="00A4687D" w14:paraId="352A4FBC" w14:textId="4B8826C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8D32774" w:rsidR="00A4687D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Społecznych,</w:t>
            </w:r>
          </w:p>
        </w:tc>
      </w:tr>
      <w:tr w:rsidRPr="009C54AE" w:rsidR="0085747A" w:rsidTr="18D32774" w14:paraId="595F69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4C09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8D32774" w:rsidRDefault="002673CD" w14:paraId="180A2CA5" w14:textId="7D63C31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8D32774" w:rsidR="42EA403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8D32774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18D32774" w:rsidR="00A4687D">
              <w:rPr>
                <w:rFonts w:ascii="Corbel" w:hAnsi="Corbel"/>
                <w:b w:val="0"/>
                <w:bCs w:val="0"/>
                <w:sz w:val="24"/>
                <w:szCs w:val="24"/>
              </w:rPr>
              <w:t>o</w:t>
            </w:r>
            <w:r w:rsidRPr="18D32774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Administracji</w:t>
            </w:r>
          </w:p>
        </w:tc>
      </w:tr>
      <w:tr w:rsidRPr="009C54AE" w:rsidR="0085747A" w:rsidTr="18D32774" w14:paraId="7965A1E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C5080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774DA9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8D32774" w14:paraId="081222F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B000E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4687D" w14:paraId="5C3C1583" w14:textId="730F63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18D32774" w14:paraId="5A56FB6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D38E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610A11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8D32774" w14:paraId="6DE47C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F6F7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7E85CB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8D32774" w14:paraId="18C6E3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18638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30D2BE7" w:rsidRDefault="002673CD" w14:paraId="453B8E17" w14:textId="39F6C0F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8D32774" w:rsidR="002673CD">
              <w:rPr>
                <w:rFonts w:ascii="Corbel" w:hAnsi="Corbel"/>
                <w:b w:val="0"/>
                <w:bCs w:val="0"/>
                <w:sz w:val="24"/>
                <w:szCs w:val="24"/>
              </w:rPr>
              <w:t>I /</w:t>
            </w:r>
            <w:r w:rsidRPr="18D32774" w:rsidR="3E5D7D9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18D32774" w14:paraId="3BF2FAA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19E7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32130" w14:paraId="79C955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18D32774" w14:paraId="28A0C25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385EA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73914F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8D32774" w14:paraId="1F397A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4D6B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472CDD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E5578D" w:rsidTr="18D32774" w14:paraId="4169260F" w14:textId="77777777">
        <w:tc>
          <w:tcPr>
            <w:tcW w:w="2694" w:type="dxa"/>
            <w:tcMar/>
            <w:vAlign w:val="center"/>
          </w:tcPr>
          <w:p w:rsidRPr="009C54AE" w:rsidR="00E5578D" w:rsidP="00E5578D" w:rsidRDefault="00E5578D" w14:paraId="7B2C7A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5578D" w:rsidP="00E5578D" w:rsidRDefault="00E5578D" w14:paraId="7460D21A" w14:textId="13373D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79E5D59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140721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6529E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4065FE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60"/>
        <w:gridCol w:w="692"/>
        <w:gridCol w:w="821"/>
        <w:gridCol w:w="763"/>
        <w:gridCol w:w="948"/>
        <w:gridCol w:w="1189"/>
        <w:gridCol w:w="1505"/>
      </w:tblGrid>
      <w:tr w:rsidRPr="009C54AE" w:rsidR="00015B8F" w:rsidTr="18D32774" w14:paraId="717390F3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39B3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659B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5FF36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AEA64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D1E9D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8297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F27D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C550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BD40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57AA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35C2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8D32774" w14:paraId="13BE1102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5578D" w14:paraId="798C9C0E" w14:textId="151956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224BC6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501BB6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400F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9D34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EFF8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41A89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2BF2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60682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52CCBE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D9F43F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1FFCE3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D982D9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86F77" w14:paraId="421ABB0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386F77" w14:paraId="1684B61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C4B12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702900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673CD" w14:paraId="685BCD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24DB54D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18D32774" w:rsidRDefault="0085747A" w14:paraId="0D52DB55" w14:textId="77777777">
      <w:pPr>
        <w:pStyle w:val="Punktygwne"/>
        <w:spacing w:before="0" w:after="0"/>
        <w:rPr>
          <w:rFonts w:ascii="Corbel" w:hAnsi="Corbel"/>
        </w:rPr>
      </w:pPr>
      <w:r w:rsidRPr="18D32774" w:rsidR="0085747A">
        <w:rPr>
          <w:rFonts w:ascii="Corbel" w:hAnsi="Corbel"/>
        </w:rPr>
        <w:t xml:space="preserve">2.Wymagania wstępne </w:t>
      </w:r>
    </w:p>
    <w:p w:rsidR="18D32774" w:rsidP="18D32774" w:rsidRDefault="18D32774" w14:paraId="5458AFE2" w14:textId="1E23A37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8D32774" w14:paraId="40A0F8A3" w14:textId="77777777">
        <w:tc>
          <w:tcPr>
            <w:tcW w:w="9670" w:type="dxa"/>
            <w:tcMar/>
          </w:tcPr>
          <w:p w:rsidRPr="009C54AE" w:rsidR="0085747A" w:rsidP="18D32774" w:rsidRDefault="00386F77" w14:paraId="3EB4FED5" w14:textId="01D4554B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8D32774" w:rsidR="255B04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18D32774" w:rsidR="00386F7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18D32774" w:rsidR="255B04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7A6F55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18D32774" w:rsidRDefault="0071620A" w14:paraId="1C201EF6" w14:textId="0C751F3B">
      <w:pPr>
        <w:pStyle w:val="Punktygwne"/>
        <w:spacing w:before="0" w:after="0"/>
        <w:rPr>
          <w:rFonts w:ascii="Corbel" w:hAnsi="Corbel"/>
        </w:rPr>
      </w:pPr>
      <w:r w:rsidRPr="18D32774" w:rsidR="0071620A">
        <w:rPr>
          <w:rFonts w:ascii="Corbel" w:hAnsi="Corbel"/>
        </w:rPr>
        <w:t>3.</w:t>
      </w:r>
      <w:r w:rsidRPr="18D32774" w:rsidR="0085747A">
        <w:rPr>
          <w:rFonts w:ascii="Corbel" w:hAnsi="Corbel"/>
        </w:rPr>
        <w:t xml:space="preserve"> </w:t>
      </w:r>
      <w:r w:rsidRPr="18D32774" w:rsidR="00A84C85">
        <w:rPr>
          <w:rFonts w:ascii="Corbel" w:hAnsi="Corbel"/>
        </w:rPr>
        <w:t xml:space="preserve">cele, efekty uczenia </w:t>
      </w:r>
      <w:r w:rsidRPr="18D32774" w:rsidR="00A84C85">
        <w:rPr>
          <w:rFonts w:ascii="Corbel" w:hAnsi="Corbel"/>
        </w:rPr>
        <w:t>się</w:t>
      </w:r>
      <w:r w:rsidRPr="18D32774" w:rsidR="0085747A">
        <w:rPr>
          <w:rFonts w:ascii="Corbel" w:hAnsi="Corbel"/>
        </w:rPr>
        <w:t>,</w:t>
      </w:r>
      <w:r w:rsidRPr="18D32774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750817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6843BC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9F610F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386F77" w:rsidTr="00386F77" w14:paraId="51A9B7B0" w14:textId="77777777">
        <w:tc>
          <w:tcPr>
            <w:tcW w:w="845" w:type="dxa"/>
            <w:vAlign w:val="center"/>
          </w:tcPr>
          <w:p w:rsidRPr="009C54AE" w:rsidR="00386F77" w:rsidP="00386F77" w:rsidRDefault="00386F77" w14:paraId="0FF4CA9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D84A37" w:rsidR="00386F77" w:rsidP="00386F77" w:rsidRDefault="00386F77" w14:paraId="3D0DB37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przybliżenie studentom zagadnień tworzenia i funkcjonowania organizacji pozarządowych w Polsce, w tym organizacji pożytku publicznego</w:t>
            </w:r>
          </w:p>
        </w:tc>
      </w:tr>
      <w:tr w:rsidRPr="009C54AE" w:rsidR="00386F77" w:rsidTr="00386F77" w14:paraId="788B39B5" w14:textId="77777777">
        <w:tc>
          <w:tcPr>
            <w:tcW w:w="845" w:type="dxa"/>
            <w:vAlign w:val="center"/>
          </w:tcPr>
          <w:p w:rsidRPr="009C54AE" w:rsidR="00386F77" w:rsidP="00386F77" w:rsidRDefault="00386F77" w14:paraId="76F8B94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D84A37" w:rsidR="00386F77" w:rsidP="00386F77" w:rsidRDefault="00386F77" w14:paraId="3EE8803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</w:t>
            </w:r>
          </w:p>
        </w:tc>
      </w:tr>
      <w:tr w:rsidRPr="009C54AE" w:rsidR="00386F77" w:rsidTr="00386F77" w14:paraId="0B3583C6" w14:textId="77777777">
        <w:tc>
          <w:tcPr>
            <w:tcW w:w="845" w:type="dxa"/>
            <w:vAlign w:val="center"/>
          </w:tcPr>
          <w:p w:rsidRPr="009C54AE" w:rsidR="00386F77" w:rsidP="00386F77" w:rsidRDefault="00386F77" w14:paraId="1031C76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D84A37" w:rsidR="00386F77" w:rsidP="00386F77" w:rsidRDefault="00386F77" w14:paraId="60BB443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4A3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Pr="00D84A3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84A37">
              <w:rPr>
                <w:rFonts w:ascii="Corbel" w:hAnsi="Corbel"/>
                <w:b w:val="0"/>
                <w:sz w:val="24"/>
                <w:szCs w:val="24"/>
              </w:rPr>
              <w:t>w działalności organizacji pozarządowej</w:t>
            </w:r>
          </w:p>
        </w:tc>
      </w:tr>
    </w:tbl>
    <w:p w:rsidRPr="009C54AE" w:rsidR="0085747A" w:rsidP="009C54AE" w:rsidRDefault="0085747A" w14:paraId="1F0CEB7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DB2185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45C68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18D32774" w14:paraId="6E7E01D9" w14:textId="77777777">
        <w:tc>
          <w:tcPr>
            <w:tcW w:w="1681" w:type="dxa"/>
            <w:tcMar/>
            <w:vAlign w:val="center"/>
          </w:tcPr>
          <w:p w:rsidRPr="009C54AE" w:rsidR="0085747A" w:rsidP="18D32774" w:rsidRDefault="0085747A" w14:paraId="28218E0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18D32774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(</w:t>
            </w:r>
            <w:r w:rsidRPr="18D32774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efekt uczenia się</w:t>
            </w:r>
            <w:r w:rsidRPr="18D32774" w:rsidR="2B4A1AF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18D32774" w:rsidRDefault="0085747A" w14:paraId="2A527DB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18D32774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18D32774" w:rsidRDefault="0085747A" w14:paraId="39AE4AF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</w:t>
            </w:r>
            <w:proofErr w:type="gramStart"/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efektów  kierunkowych</w:t>
            </w:r>
            <w:proofErr w:type="gramEnd"/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</w:t>
            </w:r>
            <w:r w:rsidRPr="18D32774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Pr="009C54AE" w:rsidR="0085747A" w:rsidTr="18D32774" w14:paraId="0DE00440" w14:textId="77777777">
        <w:tc>
          <w:tcPr>
            <w:tcW w:w="1681" w:type="dxa"/>
            <w:tcMar/>
          </w:tcPr>
          <w:p w:rsidRPr="009C54AE" w:rsidR="0085747A" w:rsidP="18D32774" w:rsidRDefault="0085747A" w14:paraId="7319DD2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74" w:type="dxa"/>
            <w:tcMar/>
          </w:tcPr>
          <w:p w:rsidRPr="00386F77" w:rsidR="0085747A" w:rsidP="18D32774" w:rsidRDefault="00BC037C" w14:paraId="42466D7F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  <w:tcMar/>
          </w:tcPr>
          <w:p w:rsidRPr="009C54AE" w:rsidR="0085747A" w:rsidP="18D32774" w:rsidRDefault="00BC037C" w14:paraId="22E387D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K_W03</w:t>
            </w:r>
          </w:p>
        </w:tc>
      </w:tr>
      <w:tr w:rsidRPr="009C54AE" w:rsidR="0085747A" w:rsidTr="18D32774" w14:paraId="6CE55A5B" w14:textId="77777777">
        <w:tc>
          <w:tcPr>
            <w:tcW w:w="1681" w:type="dxa"/>
            <w:tcMar/>
          </w:tcPr>
          <w:p w:rsidRPr="009C54AE" w:rsidR="0085747A" w:rsidP="18D32774" w:rsidRDefault="0085747A" w14:paraId="660FD25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4" w:type="dxa"/>
            <w:tcMar/>
          </w:tcPr>
          <w:p w:rsidRPr="00386F77" w:rsidR="0085747A" w:rsidP="18D32774" w:rsidRDefault="00BC037C" w14:paraId="0805D55D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  <w:tcMar/>
          </w:tcPr>
          <w:p w:rsidRPr="009C54AE" w:rsidR="0085747A" w:rsidP="18D32774" w:rsidRDefault="00BC037C" w14:paraId="62D6FE44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K_W04</w:t>
            </w:r>
          </w:p>
        </w:tc>
      </w:tr>
      <w:tr w:rsidRPr="009C54AE" w:rsidR="00BC037C" w:rsidTr="18D32774" w14:paraId="7C679C67" w14:textId="77777777">
        <w:tc>
          <w:tcPr>
            <w:tcW w:w="1681" w:type="dxa"/>
            <w:tcMar/>
          </w:tcPr>
          <w:p w:rsidRPr="009C54AE" w:rsidR="00BC037C" w:rsidP="18D32774" w:rsidRDefault="00BC037C" w14:paraId="35C8453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5F1498C3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Zna w stopniu zaawansowanym ogólne zasady tworzenia i rozwoju form indywidualnej przedsiębiorczości, wykorzystującej wiedzę z zakresu dziedzin nauki i dyscyplin naukowych właściwych dla kierunku administracja</w:t>
            </w:r>
          </w:p>
        </w:tc>
        <w:tc>
          <w:tcPr>
            <w:tcW w:w="1865" w:type="dxa"/>
            <w:tcMar/>
          </w:tcPr>
          <w:p w:rsidR="00BC037C" w:rsidP="18D32774" w:rsidRDefault="00BC037C" w14:paraId="343550C0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K_W09</w:t>
            </w:r>
          </w:p>
        </w:tc>
      </w:tr>
      <w:tr w:rsidRPr="009C54AE" w:rsidR="00BC037C" w:rsidTr="18D32774" w14:paraId="0AB5DF4C" w14:textId="77777777">
        <w:tc>
          <w:tcPr>
            <w:tcW w:w="1681" w:type="dxa"/>
            <w:tcMar/>
          </w:tcPr>
          <w:p w:rsidRPr="009C54AE" w:rsidR="00BC037C" w:rsidP="18D32774" w:rsidRDefault="00BC037C" w14:paraId="2DE826A3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3E1F0193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  <w:tcMar/>
          </w:tcPr>
          <w:p w:rsidR="00BC037C" w:rsidP="18D32774" w:rsidRDefault="00BC037C" w14:paraId="468C2D6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K_U02</w:t>
            </w:r>
          </w:p>
        </w:tc>
      </w:tr>
      <w:tr w:rsidRPr="009C54AE" w:rsidR="00BC037C" w:rsidTr="18D32774" w14:paraId="152D2E54" w14:textId="77777777">
        <w:tc>
          <w:tcPr>
            <w:tcW w:w="1681" w:type="dxa"/>
            <w:tcMar/>
          </w:tcPr>
          <w:p w:rsidRPr="009C54AE" w:rsidR="00BC037C" w:rsidP="18D32774" w:rsidRDefault="00BC037C" w14:paraId="7E44202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1692653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  <w:tcMar/>
          </w:tcPr>
          <w:p w:rsidR="00BC037C" w:rsidP="18D32774" w:rsidRDefault="00BC037C" w14:paraId="0940C75F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K_U03</w:t>
            </w:r>
          </w:p>
        </w:tc>
      </w:tr>
      <w:tr w:rsidRPr="009C54AE" w:rsidR="00BC037C" w:rsidTr="18D32774" w14:paraId="52EF2063" w14:textId="77777777">
        <w:tc>
          <w:tcPr>
            <w:tcW w:w="1681" w:type="dxa"/>
            <w:tcMar/>
          </w:tcPr>
          <w:p w:rsidRPr="009C54AE" w:rsidR="00BC037C" w:rsidP="18D32774" w:rsidRDefault="00BC037C" w14:paraId="01570371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022BBF00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tworzenia dokumentów prawnych, umów oraz projektów aktów stosowania prawa, wraz z ich uzasadnieniem oraz jest w stanie wskazać konsekwencje projektowanego aktu;</w:t>
            </w:r>
          </w:p>
        </w:tc>
        <w:tc>
          <w:tcPr>
            <w:tcW w:w="1865" w:type="dxa"/>
            <w:tcMar/>
          </w:tcPr>
          <w:p w:rsidR="00BC037C" w:rsidP="18D32774" w:rsidRDefault="00BC037C" w14:paraId="634B184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K_U05</w:t>
            </w:r>
          </w:p>
        </w:tc>
      </w:tr>
      <w:tr w:rsidRPr="009C54AE" w:rsidR="00BC037C" w:rsidTr="18D32774" w14:paraId="3F76BEB3" w14:textId="77777777">
        <w:tc>
          <w:tcPr>
            <w:tcW w:w="1681" w:type="dxa"/>
            <w:tcMar/>
          </w:tcPr>
          <w:p w:rsidRPr="009C54AE" w:rsidR="00BC037C" w:rsidP="18D32774" w:rsidRDefault="00BC037C" w14:paraId="3ABA5739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19B0F6B5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Posiada umiejętność prowadzenia debaty, przygotowania prac pisemnych, prezentacji </w:t>
            </w:r>
            <w:proofErr w:type="gramStart"/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multimedialnych,</w:t>
            </w:r>
            <w:proofErr w:type="gramEnd"/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statystycznych.</w:t>
            </w:r>
          </w:p>
        </w:tc>
        <w:tc>
          <w:tcPr>
            <w:tcW w:w="1865" w:type="dxa"/>
            <w:tcMar/>
          </w:tcPr>
          <w:p w:rsidR="00BC037C" w:rsidP="18D32774" w:rsidRDefault="00BC037C" w14:paraId="34F53ECB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K_U07</w:t>
            </w:r>
          </w:p>
        </w:tc>
      </w:tr>
      <w:tr w:rsidRPr="009C54AE" w:rsidR="00BC037C" w:rsidTr="18D32774" w14:paraId="15E92AB2" w14:textId="77777777">
        <w:tc>
          <w:tcPr>
            <w:tcW w:w="1681" w:type="dxa"/>
            <w:tcMar/>
          </w:tcPr>
          <w:p w:rsidRPr="009C54AE" w:rsidR="00BC037C" w:rsidP="18D32774" w:rsidRDefault="00BC037C" w14:paraId="497EA168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1A02FE75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Jest gotowy samodzielnie i krytycznie uzupełniać wiedzę, w tym również na gruncie interdyscyplinarnym</w:t>
            </w:r>
          </w:p>
        </w:tc>
        <w:tc>
          <w:tcPr>
            <w:tcW w:w="1865" w:type="dxa"/>
            <w:tcMar/>
          </w:tcPr>
          <w:p w:rsidR="00BC037C" w:rsidP="18D32774" w:rsidRDefault="00BC037C" w14:paraId="7FE882A7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K_K01</w:t>
            </w:r>
          </w:p>
        </w:tc>
      </w:tr>
      <w:tr w:rsidRPr="009C54AE" w:rsidR="00BC037C" w:rsidTr="18D32774" w14:paraId="298F48D0" w14:textId="77777777">
        <w:tc>
          <w:tcPr>
            <w:tcW w:w="1681" w:type="dxa"/>
            <w:tcMar/>
          </w:tcPr>
          <w:p w:rsidRPr="009C54AE" w:rsidR="00BC037C" w:rsidP="18D32774" w:rsidRDefault="00BC037C" w14:paraId="2D17A30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</w:t>
            </w:r>
            <w:r w:rsidRPr="18D32774" w:rsidR="6F4D1F1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9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7ED68F3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Jest zdolny do samodzielnego rozwiazywania podstawowych problemów administracyjnych, prawnych i etycznych związanych z funkcjonowaniem struktur publicznych i niepublicznych</w:t>
            </w:r>
          </w:p>
        </w:tc>
        <w:tc>
          <w:tcPr>
            <w:tcW w:w="1865" w:type="dxa"/>
            <w:tcMar/>
          </w:tcPr>
          <w:p w:rsidR="00BC037C" w:rsidP="18D32774" w:rsidRDefault="00BC037C" w14:paraId="084065D5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K_K02</w:t>
            </w:r>
          </w:p>
        </w:tc>
      </w:tr>
      <w:tr w:rsidRPr="009C54AE" w:rsidR="00BC037C" w:rsidTr="18D32774" w14:paraId="394968AD" w14:textId="77777777">
        <w:tc>
          <w:tcPr>
            <w:tcW w:w="1681" w:type="dxa"/>
            <w:tcMar/>
          </w:tcPr>
          <w:p w:rsidRPr="009C54AE" w:rsidR="00BC037C" w:rsidP="18D32774" w:rsidRDefault="00BC037C" w14:paraId="78E92262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</w:t>
            </w:r>
            <w:r w:rsidRPr="18D32774" w:rsidR="6F4D1F1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1</w:t>
            </w: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0</w:t>
            </w:r>
          </w:p>
        </w:tc>
        <w:tc>
          <w:tcPr>
            <w:tcW w:w="5974" w:type="dxa"/>
            <w:tcMar/>
          </w:tcPr>
          <w:p w:rsidRPr="00386F77" w:rsidR="00BC037C" w:rsidP="18D32774" w:rsidRDefault="00BC037C" w14:paraId="22D90D1A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  <w:tcMar/>
          </w:tcPr>
          <w:p w:rsidR="00BC037C" w:rsidP="18D32774" w:rsidRDefault="00BC037C" w14:paraId="7BD86FE4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K_K03</w:t>
            </w:r>
          </w:p>
        </w:tc>
      </w:tr>
      <w:tr w:rsidRPr="009C54AE" w:rsidR="0085747A" w:rsidTr="18D32774" w14:paraId="2192478C" w14:textId="77777777">
        <w:tc>
          <w:tcPr>
            <w:tcW w:w="1681" w:type="dxa"/>
            <w:tcMar/>
          </w:tcPr>
          <w:p w:rsidRPr="009C54AE" w:rsidR="0085747A" w:rsidP="18D32774" w:rsidRDefault="0085747A" w14:paraId="50418F9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</w:t>
            </w: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1</w:t>
            </w:r>
            <w:r w:rsidRPr="18D32774" w:rsidR="6F4D1F1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1</w:t>
            </w:r>
          </w:p>
        </w:tc>
        <w:tc>
          <w:tcPr>
            <w:tcW w:w="5974" w:type="dxa"/>
            <w:tcMar/>
          </w:tcPr>
          <w:p w:rsidRPr="00386F77" w:rsidR="0085747A" w:rsidP="18D32774" w:rsidRDefault="00BC037C" w14:paraId="7E2E460E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Wykazuje odpowiedzialność za własne przygotowanie do pracy, podejmowane decyzje, działania i ich skutki</w:t>
            </w:r>
          </w:p>
        </w:tc>
        <w:tc>
          <w:tcPr>
            <w:tcW w:w="1865" w:type="dxa"/>
            <w:tcMar/>
          </w:tcPr>
          <w:p w:rsidRPr="009C54AE" w:rsidR="0085747A" w:rsidP="18D32774" w:rsidRDefault="00BC037C" w14:paraId="50427BC0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18D32774" w:rsidR="11AD0690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K_K05</w:t>
            </w:r>
          </w:p>
        </w:tc>
      </w:tr>
    </w:tbl>
    <w:p w:rsidR="00BC037C" w:rsidP="009C54AE" w:rsidRDefault="00BC037C" w14:paraId="03CF94B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4D87DAB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FDE497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8D32774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8D32774" w14:paraId="49CEB658" w14:textId="77777777">
        <w:tc>
          <w:tcPr>
            <w:tcW w:w="9520" w:type="dxa"/>
            <w:tcMar/>
          </w:tcPr>
          <w:p w:rsidRPr="009C54AE" w:rsidR="0085747A" w:rsidP="18D32774" w:rsidRDefault="0085747A" w14:paraId="0F9B09AC" w14:textId="77777777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85747A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Pr="009C54AE" w:rsidR="00386F77" w:rsidTr="18D32774" w14:paraId="2A0C8899" w14:textId="77777777">
        <w:tc>
          <w:tcPr>
            <w:tcW w:w="9520" w:type="dxa"/>
            <w:tcMar/>
          </w:tcPr>
          <w:p w:rsidRPr="00D84A37" w:rsidR="00386F77" w:rsidP="18D32774" w:rsidRDefault="00386F77" w14:paraId="1A3623EA" w14:textId="77777777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Pojęcie społeczeństwa obywatelskiego, zasady prawne kształtujące jego rozwój we współczesnym demokratycznym państwie prawnym</w:t>
            </w:r>
          </w:p>
        </w:tc>
      </w:tr>
      <w:tr w:rsidRPr="009C54AE" w:rsidR="00386F77" w:rsidTr="18D32774" w14:paraId="0072701A" w14:textId="77777777">
        <w:tc>
          <w:tcPr>
            <w:tcW w:w="9520" w:type="dxa"/>
            <w:tcMar/>
          </w:tcPr>
          <w:p w:rsidRPr="00D84A37" w:rsidR="00386F77" w:rsidP="18D32774" w:rsidRDefault="00386F77" w14:paraId="3DE11F16" w14:textId="77777777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Pr="009C54AE" w:rsidR="00386F77" w:rsidTr="18D32774" w14:paraId="4FA73C82" w14:textId="77777777">
        <w:tc>
          <w:tcPr>
            <w:tcW w:w="9520" w:type="dxa"/>
            <w:tcMar/>
          </w:tcPr>
          <w:p w:rsidRPr="00D84A37" w:rsidR="00386F77" w:rsidP="18D32774" w:rsidRDefault="00386F77" w14:paraId="41435882" w14:textId="77777777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Stowarzyszenia i fundacje – podstawy prawne ich tworzenia i działania, zakładanie, działalność bieżąca i likwidacja.</w:t>
            </w:r>
          </w:p>
        </w:tc>
      </w:tr>
      <w:tr w:rsidRPr="009C54AE" w:rsidR="00386F77" w:rsidTr="18D32774" w14:paraId="07B2FE9A" w14:textId="77777777">
        <w:tc>
          <w:tcPr>
            <w:tcW w:w="9520" w:type="dxa"/>
            <w:tcMar/>
          </w:tcPr>
          <w:p w:rsidRPr="00D84A37" w:rsidR="00386F77" w:rsidP="18D32774" w:rsidRDefault="00386F77" w14:paraId="5DC91EE4" w14:textId="41F61E24">
            <w:pPr>
              <w:pStyle w:val="Akapitzlist"/>
              <w:spacing w:after="0" w:line="240" w:lineRule="auto"/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Pr="009C54AE" w:rsidR="00386F77" w:rsidTr="18D32774" w14:paraId="7A4E130C" w14:textId="77777777">
        <w:tc>
          <w:tcPr>
            <w:tcW w:w="9520" w:type="dxa"/>
            <w:tcMar/>
          </w:tcPr>
          <w:p w:rsidRPr="00D84A37" w:rsidR="00386F77" w:rsidP="18D32774" w:rsidRDefault="00386F77" w14:paraId="78DE1164" w14:textId="77777777">
            <w:pPr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Współpraca organizacji pozarządowych z organami administracji publicznej na podstawie ustawy o działalności pożytku publicznego i o wolontariacie – przegląd form prawnych oraz procedur.</w:t>
            </w:r>
          </w:p>
        </w:tc>
      </w:tr>
      <w:tr w:rsidRPr="009C54AE" w:rsidR="00386F77" w:rsidTr="18D32774" w14:paraId="7BD35966" w14:textId="77777777">
        <w:tc>
          <w:tcPr>
            <w:tcW w:w="9520" w:type="dxa"/>
            <w:tcMar/>
          </w:tcPr>
          <w:p w:rsidRPr="00D84A37" w:rsidR="00386F77" w:rsidP="18D32774" w:rsidRDefault="00386F77" w14:paraId="203DBEF4" w14:textId="77777777">
            <w:pPr>
              <w:ind w:left="0" w:firstLine="0"/>
              <w:jc w:val="both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Zagadnienia wolontariatu.</w:t>
            </w:r>
          </w:p>
        </w:tc>
      </w:tr>
    </w:tbl>
    <w:p w:rsidRPr="009C54AE" w:rsidR="0085747A" w:rsidP="009C54AE" w:rsidRDefault="0085747A" w14:paraId="7619982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EF0464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8D3277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8D32774" w:rsidR="009F4610">
        <w:rPr>
          <w:rFonts w:ascii="Corbel" w:hAnsi="Corbel"/>
          <w:sz w:val="24"/>
          <w:szCs w:val="24"/>
        </w:rPr>
        <w:t xml:space="preserve">, </w:t>
      </w:r>
      <w:r w:rsidRPr="18D3277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8D32774" w14:paraId="4F25F623" w14:textId="77777777">
        <w:tc>
          <w:tcPr>
            <w:tcW w:w="9520" w:type="dxa"/>
            <w:tcMar/>
          </w:tcPr>
          <w:p w:rsidRPr="009C54AE" w:rsidR="0085747A" w:rsidP="18D32774" w:rsidRDefault="0085747A" w14:paraId="0221361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2"/>
                <w:szCs w:val="22"/>
              </w:rPr>
            </w:pPr>
            <w:r w:rsidRPr="18D32774" w:rsidR="0085747A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Pr="009C54AE" w:rsidR="0085747A" w:rsidTr="18D32774" w14:paraId="579C9825" w14:textId="77777777">
        <w:tc>
          <w:tcPr>
            <w:tcW w:w="9520" w:type="dxa"/>
            <w:tcMar/>
          </w:tcPr>
          <w:p w:rsidRPr="009C54AE" w:rsidR="0085747A" w:rsidP="18D32774" w:rsidRDefault="00386F77" w14:paraId="7E60835E" w14:textId="4CE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 xml:space="preserve">Pojęcie organizacji pozarządowej, formy organizacyjno-prawne organizacji pozarządowych w </w:t>
            </w:r>
            <w:r w:rsidRPr="18D32774" w:rsidR="00386F77">
              <w:rPr>
                <w:rFonts w:ascii="Corbel" w:hAnsi="Corbel"/>
                <w:sz w:val="22"/>
                <w:szCs w:val="22"/>
              </w:rPr>
              <w:t>Polsce.</w:t>
            </w:r>
          </w:p>
        </w:tc>
      </w:tr>
      <w:tr w:rsidRPr="009C54AE" w:rsidR="00386F77" w:rsidTr="18D32774" w14:paraId="7C230B7A" w14:textId="77777777">
        <w:tc>
          <w:tcPr>
            <w:tcW w:w="9520" w:type="dxa"/>
            <w:tcMar/>
          </w:tcPr>
          <w:p w:rsidRPr="009C54AE" w:rsidR="00386F77" w:rsidP="18D32774" w:rsidRDefault="00386F77" w14:paraId="2D85AB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Organizacje pozarządowe działające na mocy przepisów szczególnych</w:t>
            </w:r>
          </w:p>
        </w:tc>
      </w:tr>
      <w:tr w:rsidRPr="009C54AE" w:rsidR="00386F77" w:rsidTr="18D32774" w14:paraId="256EF5D3" w14:textId="77777777">
        <w:tc>
          <w:tcPr>
            <w:tcW w:w="9520" w:type="dxa"/>
            <w:tcMar/>
          </w:tcPr>
          <w:p w:rsidRPr="009C54AE" w:rsidR="00386F77" w:rsidP="18D32774" w:rsidRDefault="00386F77" w14:paraId="677C44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 xml:space="preserve">Stowarzyszenia i fundacje – podstawy prawne ich tworzenia i działania, zakładanie, </w:t>
            </w:r>
            <w:r w:rsidRPr="18D32774" w:rsidR="00386F77">
              <w:rPr>
                <w:rFonts w:ascii="Corbel" w:hAnsi="Corbel"/>
                <w:sz w:val="22"/>
                <w:szCs w:val="22"/>
              </w:rPr>
              <w:t xml:space="preserve">określanie celów statutowych, wykonywanie </w:t>
            </w:r>
            <w:r w:rsidRPr="18D32774" w:rsidR="00386F77">
              <w:rPr>
                <w:rFonts w:ascii="Corbel" w:hAnsi="Corbel"/>
                <w:sz w:val="22"/>
                <w:szCs w:val="22"/>
              </w:rPr>
              <w:t>działalnoś</w:t>
            </w:r>
            <w:r w:rsidRPr="18D32774" w:rsidR="00386F77">
              <w:rPr>
                <w:rFonts w:ascii="Corbel" w:hAnsi="Corbel"/>
                <w:sz w:val="22"/>
                <w:szCs w:val="22"/>
              </w:rPr>
              <w:t>ci bieżącej,</w:t>
            </w:r>
            <w:r w:rsidRPr="18D32774" w:rsidR="00386F77">
              <w:rPr>
                <w:rFonts w:ascii="Corbel" w:hAnsi="Corbel"/>
                <w:sz w:val="22"/>
                <w:szCs w:val="22"/>
              </w:rPr>
              <w:t xml:space="preserve"> likwidacja</w:t>
            </w:r>
            <w:r w:rsidRPr="18D32774" w:rsidR="00386F77">
              <w:rPr>
                <w:rFonts w:ascii="Corbel" w:hAnsi="Corbel"/>
                <w:sz w:val="22"/>
                <w:szCs w:val="22"/>
              </w:rPr>
              <w:t>.</w:t>
            </w:r>
          </w:p>
        </w:tc>
      </w:tr>
      <w:tr w:rsidRPr="009C54AE" w:rsidR="00386F77" w:rsidTr="18D32774" w14:paraId="2D111437" w14:textId="77777777">
        <w:tc>
          <w:tcPr>
            <w:tcW w:w="9520" w:type="dxa"/>
            <w:tcMar/>
          </w:tcPr>
          <w:p w:rsidRPr="009C54AE" w:rsidR="00386F77" w:rsidP="18D32774" w:rsidRDefault="00386F77" w14:paraId="2CD972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Organizacje pożytku publicznego- wymogi prawne uzyskiwania statusu pożytku publicznego, wymogi prawne prowadzenia działalności pożytku publicznego, obowiązki sprawozdawcze, uprawnienia, nadzór i kontrola.</w:t>
            </w:r>
          </w:p>
        </w:tc>
      </w:tr>
      <w:tr w:rsidRPr="009C54AE" w:rsidR="00386F77" w:rsidTr="18D32774" w14:paraId="7C10889B" w14:textId="77777777">
        <w:tc>
          <w:tcPr>
            <w:tcW w:w="9520" w:type="dxa"/>
            <w:tcMar/>
          </w:tcPr>
          <w:p w:rsidRPr="009C54AE" w:rsidR="00386F77" w:rsidP="18D32774" w:rsidRDefault="00386F77" w14:paraId="034152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2"/>
                <w:szCs w:val="22"/>
              </w:rPr>
            </w:pPr>
            <w:r w:rsidRPr="18D32774" w:rsidR="00386F77">
              <w:rPr>
                <w:rFonts w:ascii="Corbel" w:hAnsi="Corbel"/>
                <w:sz w:val="22"/>
                <w:szCs w:val="22"/>
              </w:rPr>
              <w:t>Formy prawne współpracy pomiędzy organami administracji publicznej a organizacjami pozarządowymi w Polsce i ich realizacja.</w:t>
            </w:r>
          </w:p>
        </w:tc>
      </w:tr>
      <w:tr w:rsidRPr="009C54AE" w:rsidR="00386F77" w:rsidTr="18D32774" w14:paraId="6D34453E" w14:textId="77777777">
        <w:tc>
          <w:tcPr>
            <w:tcW w:w="9520" w:type="dxa"/>
            <w:tcMar/>
          </w:tcPr>
          <w:p w:rsidRPr="009C54AE" w:rsidR="00386F77" w:rsidP="18D32774" w:rsidRDefault="002722D3" w14:paraId="2155A1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2"/>
                <w:szCs w:val="22"/>
              </w:rPr>
            </w:pPr>
            <w:r w:rsidRPr="18D32774" w:rsidR="002722D3">
              <w:rPr>
                <w:rFonts w:ascii="Corbel" w:hAnsi="Corbel"/>
                <w:sz w:val="22"/>
                <w:szCs w:val="22"/>
              </w:rPr>
              <w:t>Wolontariat.</w:t>
            </w:r>
          </w:p>
        </w:tc>
      </w:tr>
    </w:tbl>
    <w:p w:rsidRPr="009C54AE" w:rsidR="0085747A" w:rsidP="009C54AE" w:rsidRDefault="0085747A" w14:paraId="09514FA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F69F53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EF10B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722D3" w:rsidR="002722D3" w:rsidP="009C54AE" w:rsidRDefault="00153C41" w14:paraId="3049B95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2722D3">
        <w:rPr>
          <w:rFonts w:ascii="Corbel" w:hAnsi="Corbel"/>
          <w:b w:val="0"/>
          <w:smallCaps w:val="0"/>
          <w:sz w:val="22"/>
        </w:rPr>
        <w:t>W</w:t>
      </w:r>
      <w:r w:rsidRPr="002722D3" w:rsidR="0085747A">
        <w:rPr>
          <w:rFonts w:ascii="Corbel" w:hAnsi="Corbel"/>
          <w:b w:val="0"/>
          <w:smallCaps w:val="0"/>
          <w:sz w:val="22"/>
        </w:rPr>
        <w:t>ykład</w:t>
      </w:r>
      <w:r w:rsidRPr="002722D3" w:rsidR="002722D3">
        <w:rPr>
          <w:rFonts w:ascii="Corbel" w:hAnsi="Corbel"/>
          <w:b w:val="0"/>
          <w:smallCaps w:val="0"/>
          <w:sz w:val="22"/>
        </w:rPr>
        <w:t xml:space="preserve"> informacyjny, </w:t>
      </w:r>
      <w:r w:rsidRPr="002722D3" w:rsidR="0085747A">
        <w:rPr>
          <w:rFonts w:ascii="Corbel" w:hAnsi="Corbel"/>
          <w:b w:val="0"/>
          <w:smallCaps w:val="0"/>
          <w:sz w:val="22"/>
        </w:rPr>
        <w:t>problemowy</w:t>
      </w:r>
      <w:r w:rsidRPr="002722D3" w:rsidR="00923D7D">
        <w:rPr>
          <w:rFonts w:ascii="Corbel" w:hAnsi="Corbel"/>
          <w:b w:val="0"/>
          <w:smallCaps w:val="0"/>
          <w:sz w:val="22"/>
        </w:rPr>
        <w:t xml:space="preserve">, </w:t>
      </w:r>
      <w:r w:rsidRPr="002722D3" w:rsidR="0085747A">
        <w:rPr>
          <w:rFonts w:ascii="Corbel" w:hAnsi="Corbel"/>
          <w:b w:val="0"/>
          <w:smallCaps w:val="0"/>
          <w:sz w:val="22"/>
        </w:rPr>
        <w:t>wykład z prezentacją multimedialną</w:t>
      </w:r>
    </w:p>
    <w:p w:rsidR="00E960BB" w:rsidP="002722D3" w:rsidRDefault="00153C41" w14:paraId="175935A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722D3">
        <w:rPr>
          <w:rFonts w:ascii="Corbel" w:hAnsi="Corbel"/>
          <w:b w:val="0"/>
          <w:smallCaps w:val="0"/>
          <w:sz w:val="22"/>
        </w:rPr>
        <w:t xml:space="preserve">Ćwiczenia: </w:t>
      </w:r>
      <w:r w:rsidRPr="002722D3" w:rsidR="009F4610">
        <w:rPr>
          <w:rFonts w:ascii="Corbel" w:hAnsi="Corbel"/>
          <w:b w:val="0"/>
          <w:smallCaps w:val="0"/>
          <w:sz w:val="22"/>
        </w:rPr>
        <w:t xml:space="preserve">analiza </w:t>
      </w:r>
      <w:r w:rsidRPr="002722D3" w:rsidR="00923D7D">
        <w:rPr>
          <w:rFonts w:ascii="Corbel" w:hAnsi="Corbel"/>
          <w:b w:val="0"/>
          <w:smallCaps w:val="0"/>
          <w:sz w:val="22"/>
        </w:rPr>
        <w:t>tekstów z dyskusją,</w:t>
      </w:r>
      <w:r w:rsidRPr="002722D3" w:rsidR="0085747A">
        <w:rPr>
          <w:rFonts w:ascii="Corbel" w:hAnsi="Corbel"/>
          <w:b w:val="0"/>
          <w:smallCaps w:val="0"/>
          <w:sz w:val="22"/>
        </w:rPr>
        <w:t xml:space="preserve"> metoda projektów</w:t>
      </w:r>
      <w:r w:rsidRPr="002722D3" w:rsidR="00923D7D">
        <w:rPr>
          <w:rFonts w:ascii="Corbel" w:hAnsi="Corbel"/>
          <w:b w:val="0"/>
          <w:smallCaps w:val="0"/>
          <w:sz w:val="22"/>
        </w:rPr>
        <w:t xml:space="preserve"> </w:t>
      </w:r>
      <w:r w:rsidRPr="002722D3" w:rsidR="0085747A">
        <w:rPr>
          <w:rFonts w:ascii="Corbel" w:hAnsi="Corbel"/>
          <w:b w:val="0"/>
          <w:smallCaps w:val="0"/>
          <w:sz w:val="22"/>
        </w:rPr>
        <w:t>(projekt badawczy, praktyczny</w:t>
      </w:r>
      <w:r w:rsidRPr="002722D3" w:rsidR="0071620A">
        <w:rPr>
          <w:rFonts w:ascii="Corbel" w:hAnsi="Corbel"/>
          <w:b w:val="0"/>
          <w:smallCaps w:val="0"/>
          <w:sz w:val="22"/>
        </w:rPr>
        <w:t>),</w:t>
      </w:r>
      <w:r w:rsidRPr="002722D3" w:rsidR="001718A7">
        <w:rPr>
          <w:rFonts w:ascii="Corbel" w:hAnsi="Corbel"/>
          <w:b w:val="0"/>
          <w:smallCaps w:val="0"/>
          <w:sz w:val="22"/>
        </w:rPr>
        <w:t xml:space="preserve"> praca w </w:t>
      </w:r>
      <w:r w:rsidRPr="002722D3" w:rsidR="0085747A">
        <w:rPr>
          <w:rFonts w:ascii="Corbel" w:hAnsi="Corbel"/>
          <w:b w:val="0"/>
          <w:smallCaps w:val="0"/>
          <w:sz w:val="22"/>
        </w:rPr>
        <w:t>grupach</w:t>
      </w:r>
      <w:r w:rsidRPr="002722D3" w:rsidR="0071620A">
        <w:rPr>
          <w:rFonts w:ascii="Corbel" w:hAnsi="Corbel"/>
          <w:b w:val="0"/>
          <w:smallCaps w:val="0"/>
          <w:sz w:val="22"/>
        </w:rPr>
        <w:t xml:space="preserve"> (</w:t>
      </w:r>
      <w:r w:rsidRPr="002722D3" w:rsidR="0085747A">
        <w:rPr>
          <w:rFonts w:ascii="Corbel" w:hAnsi="Corbel"/>
          <w:b w:val="0"/>
          <w:smallCaps w:val="0"/>
          <w:sz w:val="22"/>
        </w:rPr>
        <w:t>rozwiązywanie zadań</w:t>
      </w:r>
      <w:r w:rsidRPr="002722D3" w:rsidR="0071620A">
        <w:rPr>
          <w:rFonts w:ascii="Corbel" w:hAnsi="Corbel"/>
          <w:b w:val="0"/>
          <w:smallCaps w:val="0"/>
          <w:sz w:val="22"/>
        </w:rPr>
        <w:t>,</w:t>
      </w:r>
      <w:r w:rsidRPr="002722D3" w:rsidR="0085747A">
        <w:rPr>
          <w:rFonts w:ascii="Corbel" w:hAnsi="Corbel"/>
          <w:b w:val="0"/>
          <w:smallCaps w:val="0"/>
          <w:sz w:val="22"/>
        </w:rPr>
        <w:t xml:space="preserve"> dyskusja</w:t>
      </w:r>
      <w:r w:rsidRPr="002722D3" w:rsidR="0071620A">
        <w:rPr>
          <w:rFonts w:ascii="Corbel" w:hAnsi="Corbel"/>
          <w:b w:val="0"/>
          <w:smallCaps w:val="0"/>
          <w:sz w:val="22"/>
        </w:rPr>
        <w:t>)</w:t>
      </w:r>
      <w:r w:rsidRPr="002722D3" w:rsidR="002722D3">
        <w:rPr>
          <w:rFonts w:ascii="Corbel" w:hAnsi="Corbel"/>
          <w:b w:val="0"/>
          <w:smallCaps w:val="0"/>
          <w:sz w:val="22"/>
        </w:rPr>
        <w:t>.</w:t>
      </w:r>
      <w:r w:rsidR="002722D3">
        <w:rPr>
          <w:rFonts w:ascii="Corbel" w:hAnsi="Corbel"/>
          <w:smallCaps w:val="0"/>
          <w:szCs w:val="24"/>
        </w:rPr>
        <w:t xml:space="preserve"> </w:t>
      </w:r>
    </w:p>
    <w:p w:rsidR="00E960BB" w:rsidP="009C54AE" w:rsidRDefault="00E960BB" w14:paraId="546AF2D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5F434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485298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39810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BB104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2722D3" w14:paraId="7F78877E" w14:textId="77777777">
        <w:tc>
          <w:tcPr>
            <w:tcW w:w="1962" w:type="dxa"/>
            <w:vAlign w:val="center"/>
          </w:tcPr>
          <w:p w:rsidRPr="009C54AE" w:rsidR="0085747A" w:rsidP="009C54AE" w:rsidRDefault="0071620A" w14:paraId="7104D7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61C23E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3D4C6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4DBAD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A9BA0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2722D3" w14:paraId="10071CE7" w14:textId="77777777">
        <w:tc>
          <w:tcPr>
            <w:tcW w:w="1962" w:type="dxa"/>
          </w:tcPr>
          <w:p w:rsidRPr="009C54AE" w:rsidR="0085747A" w:rsidP="009C54AE" w:rsidRDefault="0085747A" w14:paraId="4DF2F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2722D3" w:rsidR="0085747A" w:rsidP="009C54AE" w:rsidRDefault="002722D3" w14:paraId="7D9C2B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85747A" w:rsidP="009C54AE" w:rsidRDefault="002722D3" w14:paraId="6B50A6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Pr="009C54AE" w:rsidR="002722D3" w:rsidTr="002722D3" w14:paraId="7107EB66" w14:textId="77777777">
        <w:tc>
          <w:tcPr>
            <w:tcW w:w="1962" w:type="dxa"/>
          </w:tcPr>
          <w:p w:rsidRPr="009C54AE" w:rsidR="002722D3" w:rsidP="002722D3" w:rsidRDefault="002722D3" w14:paraId="7BEC85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2722D3" w:rsidR="002722D3" w:rsidP="002722D3" w:rsidRDefault="002722D3" w14:paraId="3BBE4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2722D3" w:rsidP="002722D3" w:rsidRDefault="002722D3" w14:paraId="0F0C96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Pr="009C54AE" w:rsidR="002722D3" w:rsidTr="002722D3" w14:paraId="5BF9D165" w14:textId="77777777">
        <w:tc>
          <w:tcPr>
            <w:tcW w:w="1962" w:type="dxa"/>
          </w:tcPr>
          <w:p w:rsidRPr="009C54AE" w:rsidR="002722D3" w:rsidP="002722D3" w:rsidRDefault="002722D3" w14:paraId="57DEA3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722D3" w:rsidR="002722D3" w:rsidP="002722D3" w:rsidRDefault="002722D3" w14:paraId="132C06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2722D3" w:rsidP="002722D3" w:rsidRDefault="002722D3" w14:paraId="1AF8F5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Pr="009C54AE" w:rsidR="002722D3" w:rsidTr="002722D3" w14:paraId="192A840D" w14:textId="77777777">
        <w:tc>
          <w:tcPr>
            <w:tcW w:w="1962" w:type="dxa"/>
          </w:tcPr>
          <w:p w:rsidRPr="009C54AE" w:rsidR="002722D3" w:rsidP="002722D3" w:rsidRDefault="002722D3" w14:paraId="19E30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2722D3" w:rsidR="002722D3" w:rsidP="002722D3" w:rsidRDefault="002722D3" w14:paraId="352DC9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2722D3" w:rsidP="002722D3" w:rsidRDefault="002722D3" w14:paraId="389DCF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Pr="009C54AE" w:rsidR="002722D3" w:rsidTr="002722D3" w14:paraId="4E99CCF5" w14:textId="77777777">
        <w:tc>
          <w:tcPr>
            <w:tcW w:w="1962" w:type="dxa"/>
          </w:tcPr>
          <w:p w:rsidRPr="009C54AE" w:rsidR="002722D3" w:rsidP="002722D3" w:rsidRDefault="002722D3" w14:paraId="0F18B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EK_5</w:t>
            </w:r>
          </w:p>
        </w:tc>
        <w:tc>
          <w:tcPr>
            <w:tcW w:w="5441" w:type="dxa"/>
          </w:tcPr>
          <w:p w:rsidRPr="002722D3" w:rsidR="002722D3" w:rsidP="002722D3" w:rsidRDefault="002722D3" w14:paraId="41C5DB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2722D3" w:rsidP="002722D3" w:rsidRDefault="002722D3" w14:paraId="5E7BCD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Pr="009C54AE" w:rsidR="002722D3" w:rsidTr="002722D3" w14:paraId="314CD4C7" w14:textId="77777777">
        <w:tc>
          <w:tcPr>
            <w:tcW w:w="1962" w:type="dxa"/>
          </w:tcPr>
          <w:p w:rsidRPr="009C54AE" w:rsidR="002722D3" w:rsidP="002722D3" w:rsidRDefault="002722D3" w14:paraId="7D58A4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2722D3" w:rsidR="002722D3" w:rsidP="002722D3" w:rsidRDefault="002722D3" w14:paraId="4CA6DA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2D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2722D3" w:rsidP="002722D3" w:rsidRDefault="002722D3" w14:paraId="3822FC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w./ćw.</w:t>
            </w:r>
          </w:p>
        </w:tc>
      </w:tr>
      <w:tr w:rsidRPr="009C54AE" w:rsidR="002722D3" w:rsidTr="002722D3" w14:paraId="2A0DB177" w14:textId="77777777">
        <w:tc>
          <w:tcPr>
            <w:tcW w:w="1962" w:type="dxa"/>
          </w:tcPr>
          <w:p w:rsidRPr="009C54AE" w:rsidR="002722D3" w:rsidP="009C54AE" w:rsidRDefault="002722D3" w14:paraId="6B8BAC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9C54AE" w:rsidR="002722D3" w:rsidP="009C54AE" w:rsidRDefault="002722D3" w14:paraId="685B60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9C54AE" w:rsidR="002722D3" w:rsidP="009C54AE" w:rsidRDefault="002722D3" w14:paraId="149B6F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2722D3" w:rsidTr="002722D3" w14:paraId="1C5D8402" w14:textId="77777777">
        <w:tc>
          <w:tcPr>
            <w:tcW w:w="1962" w:type="dxa"/>
          </w:tcPr>
          <w:p w:rsidRPr="009C54AE" w:rsidR="002722D3" w:rsidP="009C54AE" w:rsidRDefault="002722D3" w14:paraId="6A5DDD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9C54AE" w:rsidR="002722D3" w:rsidP="009C54AE" w:rsidRDefault="002722D3" w14:paraId="2DF605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:rsidRPr="009C54AE" w:rsidR="002722D3" w:rsidP="009C54AE" w:rsidRDefault="002722D3" w14:paraId="524782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2722D3" w:rsidTr="002722D3" w14:paraId="1C15C2B8" w14:textId="77777777">
        <w:tc>
          <w:tcPr>
            <w:tcW w:w="1962" w:type="dxa"/>
          </w:tcPr>
          <w:p w:rsidRPr="009C54AE" w:rsidR="002722D3" w:rsidP="009C54AE" w:rsidRDefault="002722D3" w14:paraId="4A9E0C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:rsidRPr="009C54AE" w:rsidR="002722D3" w:rsidP="009C54AE" w:rsidRDefault="002722D3" w14:paraId="2C5756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Pr="009C54AE" w:rsidR="002722D3" w:rsidP="009C54AE" w:rsidRDefault="002722D3" w14:paraId="2D9A86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2722D3" w:rsidTr="002722D3" w14:paraId="3B37769B" w14:textId="77777777">
        <w:tc>
          <w:tcPr>
            <w:tcW w:w="1962" w:type="dxa"/>
          </w:tcPr>
          <w:p w:rsidRPr="009C54AE" w:rsidR="002722D3" w:rsidP="009C54AE" w:rsidRDefault="002722D3" w14:paraId="09DBDB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:rsidRPr="009C54AE" w:rsidR="002722D3" w:rsidP="009C54AE" w:rsidRDefault="002722D3" w14:paraId="527E6C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9C54AE" w:rsidR="002722D3" w:rsidP="009C54AE" w:rsidRDefault="002722D3" w14:paraId="571AD3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2722D3" w:rsidTr="002722D3" w14:paraId="687AC84B" w14:textId="77777777">
        <w:tc>
          <w:tcPr>
            <w:tcW w:w="1962" w:type="dxa"/>
          </w:tcPr>
          <w:p w:rsidRPr="009C54AE" w:rsidR="002722D3" w:rsidP="009C54AE" w:rsidRDefault="002722D3" w14:paraId="59CDDB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:rsidRPr="009C54AE" w:rsidR="002722D3" w:rsidP="002722D3" w:rsidRDefault="002722D3" w14:paraId="495FD5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Pr="009C54AE" w:rsidR="002722D3" w:rsidP="009C54AE" w:rsidRDefault="002722D3" w14:paraId="7C7D28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Pr="009C54AE" w:rsidR="00923D7D" w:rsidP="009C54AE" w:rsidRDefault="00923D7D" w14:paraId="4962DA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076D08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92BB27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30D2BE7" w14:paraId="6BEEA775" w14:textId="77777777">
        <w:tc>
          <w:tcPr>
            <w:tcW w:w="9670" w:type="dxa"/>
            <w:tcMar/>
          </w:tcPr>
          <w:p w:rsidRPr="009C54AE" w:rsidR="0085747A" w:rsidP="530D2BE7" w:rsidRDefault="00DD4399" w14:paraId="4288F767" w14:textId="6E4108E2">
            <w:pPr>
              <w:spacing w:before="0" w:after="0"/>
              <w:jc w:val="both"/>
            </w:pPr>
            <w:r w:rsidRPr="530D2BE7" w:rsidR="60F7CDB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530D2BE7" w:rsidRDefault="00DD4399" w14:paraId="7317D0CF" w14:textId="7901A509">
            <w:pPr>
              <w:spacing w:before="0" w:after="0"/>
              <w:jc w:val="both"/>
            </w:pPr>
            <w:r w:rsidRPr="530D2BE7" w:rsidR="60F7CDB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530D2BE7" w:rsidR="60F7CDB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530D2BE7" w:rsidR="60F7CDB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530D2BE7" w:rsidR="60F7CDB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0D2BE7" w:rsidRDefault="00DD4399" w14:paraId="1F7F1BF7" w14:textId="34DF8099">
            <w:pPr>
              <w:spacing w:before="0" w:after="0"/>
              <w:jc w:val="both"/>
            </w:pPr>
            <w:r w:rsidRPr="530D2BE7" w:rsidR="60F7CDB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530D2BE7" w:rsidR="60F7CDB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0D2BE7" w:rsidRDefault="00DD4399" w14:paraId="3418BE4A" w14:textId="0F6A158D">
            <w:pPr>
              <w:spacing w:before="0" w:after="0"/>
              <w:jc w:val="both"/>
            </w:pPr>
            <w:r w:rsidRPr="530D2BE7" w:rsidR="60F7CDB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530D2BE7" w:rsidR="60F7CDB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0D2BE7" w:rsidRDefault="00DD4399" w14:paraId="708AA795" w14:textId="40F3B91E">
            <w:pPr>
              <w:spacing w:before="0" w:after="0"/>
            </w:pPr>
            <w:r w:rsidRPr="530D2BE7" w:rsidR="60F7CDB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530D2BE7" w:rsidRDefault="00DD4399" w14:paraId="6B0B8B98" w14:textId="750ADC81">
            <w:pPr>
              <w:spacing w:before="0" w:after="0"/>
            </w:pPr>
            <w:r w:rsidRPr="530D2BE7" w:rsidR="60F7CDB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530D2BE7" w:rsidRDefault="00DD4399" w14:paraId="1A499D53" w14:textId="0407B608">
            <w:pPr>
              <w:spacing w:before="0" w:after="0"/>
            </w:pPr>
            <w:r w:rsidRPr="530D2BE7" w:rsidR="60F7CDB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530D2BE7" w:rsidRDefault="00DD4399" w14:paraId="762110BD" w14:textId="397297EC">
            <w:pPr>
              <w:spacing w:before="0" w:after="0"/>
            </w:pPr>
            <w:r w:rsidRPr="530D2BE7" w:rsidR="60F7CDB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530D2BE7" w:rsidRDefault="00DD4399" w14:paraId="7D78518B" w14:textId="1E4B8C65">
            <w:pPr>
              <w:spacing w:before="0" w:after="0"/>
            </w:pPr>
            <w:r w:rsidRPr="530D2BE7" w:rsidR="60F7CDB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530D2BE7" w:rsidRDefault="00DD4399" w14:paraId="4152051B" w14:textId="37132FF4">
            <w:pPr>
              <w:spacing w:before="0" w:after="0"/>
            </w:pPr>
            <w:r w:rsidRPr="530D2BE7" w:rsidR="60F7CDB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530D2BE7" w:rsidRDefault="00DD4399" w14:paraId="59F4E3F8" w14:textId="607643B0">
            <w:pPr>
              <w:spacing w:before="0" w:after="0"/>
              <w:jc w:val="both"/>
            </w:pPr>
            <w:r w:rsidRPr="530D2BE7" w:rsidR="60F7CDB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0D2BE7" w:rsidRDefault="00DD4399" w14:paraId="18CDCE38" w14:textId="10FFF6D5">
            <w:pPr>
              <w:spacing w:before="0" w:after="0"/>
              <w:jc w:val="both"/>
            </w:pPr>
            <w:r w:rsidRPr="530D2BE7" w:rsidR="60F7CDB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C54AE" w:rsidR="0085747A" w:rsidP="530D2BE7" w:rsidRDefault="00DD4399" w14:paraId="220DD281" w14:textId="7414BD02">
            <w:pPr>
              <w:spacing w:before="0" w:after="0"/>
              <w:jc w:val="both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530D2BE7" w:rsidR="60F7CDB9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0D2BE7" w:rsidRDefault="00DD4399" w14:paraId="19ED120C" w14:textId="5ED1B836">
            <w:pPr>
              <w:spacing w:before="0" w:after="0"/>
              <w:jc w:val="both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530D2BE7" w:rsidR="60F7CDB9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530D2BE7" w:rsidRDefault="00DD4399" w14:paraId="1B6F5D5F" w14:textId="612EFB3D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530D2BE7" w:rsidRDefault="00DD4399" w14:paraId="5050886C" w14:textId="5F11BF50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530D2BE7" w:rsidRDefault="00DD4399" w14:paraId="095B49AA" w14:textId="34ED9348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530D2BE7" w:rsidRDefault="00DD4399" w14:paraId="68D070D7" w14:textId="18364EB2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530D2BE7" w:rsidRDefault="00DD4399" w14:paraId="49CC0ADC" w14:textId="4F4CF62F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530D2BE7" w:rsidRDefault="00DD4399" w14:paraId="70E1695E" w14:textId="145C5133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530D2BE7" w:rsidRDefault="00DD4399" w14:paraId="09E53810" w14:textId="60405DB4">
            <w:pPr>
              <w:spacing w:before="0" w:after="0"/>
            </w:pPr>
            <w:r w:rsidRPr="530D2BE7" w:rsidR="60F7CDB9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85747A" w:rsidP="530D2BE7" w:rsidRDefault="00DD4399" w14:paraId="644FFECB" w14:textId="26F7BC2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D9B1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269C32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E6F70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F51EA62" w14:textId="77777777">
        <w:tc>
          <w:tcPr>
            <w:tcW w:w="4962" w:type="dxa"/>
            <w:vAlign w:val="center"/>
          </w:tcPr>
          <w:p w:rsidRPr="009C54AE" w:rsidR="0085747A" w:rsidP="009C54AE" w:rsidRDefault="00C61DC5" w14:paraId="044367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8DB47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ED52DC5" w14:textId="77777777">
        <w:tc>
          <w:tcPr>
            <w:tcW w:w="4962" w:type="dxa"/>
          </w:tcPr>
          <w:p w:rsidRPr="009C54AE" w:rsidR="0085747A" w:rsidP="009C54AE" w:rsidRDefault="00C61DC5" w14:paraId="0499B4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DD4399" w14:paraId="17A8B9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87A8D86" w14:textId="77777777">
        <w:tc>
          <w:tcPr>
            <w:tcW w:w="4962" w:type="dxa"/>
          </w:tcPr>
          <w:p w:rsidRPr="009C54AE" w:rsidR="00C61DC5" w:rsidP="009C54AE" w:rsidRDefault="00C61DC5" w14:paraId="1349B5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DC144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DD4399" w14:paraId="4A7292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50716C7A" w14:textId="77777777">
        <w:tc>
          <w:tcPr>
            <w:tcW w:w="4962" w:type="dxa"/>
          </w:tcPr>
          <w:p w:rsidRPr="009C54AE" w:rsidR="0071620A" w:rsidP="009C54AE" w:rsidRDefault="00C61DC5" w14:paraId="00940C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4ABD99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B264D1" w:rsidRDefault="00B264D1" w14:paraId="66A484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D439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6E40AC45" w14:textId="77777777">
        <w:tc>
          <w:tcPr>
            <w:tcW w:w="4962" w:type="dxa"/>
          </w:tcPr>
          <w:p w:rsidRPr="009C54AE" w:rsidR="0085747A" w:rsidP="009C54AE" w:rsidRDefault="0085747A" w14:paraId="2A5B62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DD4399" w14:paraId="0ED075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324F6E0" w14:textId="77777777">
        <w:tc>
          <w:tcPr>
            <w:tcW w:w="4962" w:type="dxa"/>
          </w:tcPr>
          <w:p w:rsidRPr="009C54AE" w:rsidR="0085747A" w:rsidP="009C54AE" w:rsidRDefault="0085747A" w14:paraId="421DB5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DD4399" w14:paraId="08BB43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0C1FBC5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888AA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E10FE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0E3EC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18D32774" w14:paraId="5A0C440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68C02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18D32774" w:rsidRDefault="0085747A" w14:paraId="043AAD05" w14:textId="008138F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8D32774" w:rsidR="57B6EE9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18D32774" w14:paraId="2F0BDAC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39B79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18D32774" w:rsidRDefault="0085747A" w14:paraId="1E8352CA" w14:textId="6DDB84E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8D32774" w:rsidR="5E1D8502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4D43A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CCEEA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90FDA9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EC35BA" w:rsidTr="18D32774" w14:paraId="6274E4B1" w14:textId="77777777">
        <w:trPr>
          <w:trHeight w:val="397"/>
        </w:trPr>
        <w:tc>
          <w:tcPr>
            <w:tcW w:w="7513" w:type="dxa"/>
            <w:tcMar/>
          </w:tcPr>
          <w:p w:rsidRPr="00D84A37" w:rsidR="00EC35BA" w:rsidP="18D32774" w:rsidRDefault="00EC35BA" w14:paraId="70414704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8D32774" w:rsidR="05B6222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18D32774" w:rsidP="18D32774" w:rsidRDefault="18D32774" w14:paraId="11992DD2" w14:textId="4C3232F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84A37" w:rsidR="00EC35BA" w:rsidP="00EC35BA" w:rsidRDefault="00EC35BA" w14:paraId="134E49FC" w14:textId="77777777">
            <w:pPr>
              <w:pStyle w:val="Bezodstpw"/>
              <w:jc w:val="both"/>
              <w:rPr>
                <w:rFonts w:ascii="Corbel" w:hAnsi="Corbel"/>
              </w:rPr>
            </w:pPr>
            <w:proofErr w:type="spellStart"/>
            <w:r w:rsidRPr="00D84A37">
              <w:rPr>
                <w:rFonts w:ascii="Corbel" w:hAnsi="Corbel"/>
              </w:rPr>
              <w:t>P.Suski</w:t>
            </w:r>
            <w:proofErr w:type="spellEnd"/>
            <w:r w:rsidRPr="00D84A37">
              <w:rPr>
                <w:rFonts w:ascii="Corbel" w:hAnsi="Corbel"/>
              </w:rPr>
              <w:t>, Stowarzyszenia i fundacje, Warszawa 2018,</w:t>
            </w:r>
          </w:p>
          <w:p w:rsidRPr="00D84A37" w:rsidR="00EC35BA" w:rsidP="00EC35BA" w:rsidRDefault="00EC35BA" w14:paraId="3D7900D2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D84A37">
              <w:rPr>
                <w:rFonts w:ascii="Corbel" w:hAnsi="Corbel"/>
              </w:rPr>
              <w:t xml:space="preserve">K. </w:t>
            </w:r>
            <w:proofErr w:type="spellStart"/>
            <w:r w:rsidRPr="00D84A37">
              <w:rPr>
                <w:rFonts w:ascii="Corbel" w:hAnsi="Corbel"/>
              </w:rPr>
              <w:t>Trzpioła</w:t>
            </w:r>
            <w:proofErr w:type="spellEnd"/>
            <w:r w:rsidRPr="00D84A37">
              <w:rPr>
                <w:rFonts w:ascii="Corbel" w:hAnsi="Corbel"/>
              </w:rPr>
              <w:t>, M. Grabowska-</w:t>
            </w:r>
            <w:proofErr w:type="spellStart"/>
            <w:r w:rsidRPr="00D84A37">
              <w:rPr>
                <w:rFonts w:ascii="Corbel" w:hAnsi="Corbel"/>
              </w:rPr>
              <w:t>Peda</w:t>
            </w:r>
            <w:proofErr w:type="spellEnd"/>
            <w:r w:rsidRPr="00D84A37">
              <w:rPr>
                <w:rFonts w:ascii="Corbel" w:hAnsi="Corbel"/>
              </w:rPr>
              <w:t xml:space="preserve">, M. </w:t>
            </w:r>
            <w:proofErr w:type="spellStart"/>
            <w:r w:rsidRPr="00D84A37">
              <w:rPr>
                <w:rFonts w:ascii="Corbel" w:hAnsi="Corbel"/>
              </w:rPr>
              <w:t>Peda</w:t>
            </w:r>
            <w:proofErr w:type="spellEnd"/>
            <w:r w:rsidRPr="00D84A37">
              <w:rPr>
                <w:rFonts w:ascii="Corbel" w:hAnsi="Corbel"/>
              </w:rPr>
              <w:t xml:space="preserve">, S. </w:t>
            </w:r>
            <w:proofErr w:type="spellStart"/>
            <w:r w:rsidRPr="00D84A37">
              <w:rPr>
                <w:rFonts w:ascii="Corbel" w:hAnsi="Corbel"/>
              </w:rPr>
              <w:t>Liżewski</w:t>
            </w:r>
            <w:proofErr w:type="spellEnd"/>
            <w:r w:rsidRPr="00D84A37">
              <w:rPr>
                <w:rFonts w:ascii="Corbel" w:hAnsi="Corbel"/>
              </w:rPr>
              <w:t>, Ustawa o działalności pożytku publicznego i o wolontariacie z komentarzem ekspertów, Warszawa 2019,</w:t>
            </w:r>
          </w:p>
          <w:p w:rsidRPr="00D84A37" w:rsidR="00EC35BA" w:rsidP="00EC35BA" w:rsidRDefault="00EC35BA" w14:paraId="66213B93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D84A37">
              <w:rPr>
                <w:rFonts w:ascii="Corbel" w:hAnsi="Corbel"/>
              </w:rPr>
              <w:t>R. Barański, J. Kotowski, Fundacje i stowarzyszenia, Warszawa 2016,</w:t>
            </w:r>
          </w:p>
          <w:p w:rsidRPr="00E037E0" w:rsidR="00EC35BA" w:rsidP="00EC35BA" w:rsidRDefault="00EC35BA" w14:paraId="23F75497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E037E0">
              <w:rPr>
                <w:rFonts w:ascii="Corbel" w:hAnsi="Corbel"/>
              </w:rPr>
              <w:t xml:space="preserve">A. Barczewska-Dziobek, </w:t>
            </w:r>
            <w:r w:rsidRPr="00E037E0">
              <w:rPr>
                <w:rStyle w:val="f245a"/>
                <w:rFonts w:ascii="Corbel" w:hAnsi="Corbel"/>
                <w:color w:val="000000"/>
                <w:szCs w:val="21"/>
                <w:shd w:val="clear" w:color="auto" w:fill="FFFFFF"/>
              </w:rPr>
              <w:t>Współpraca jednostek samorządu terytorialnego z organizacjami pozarządowymi</w:t>
            </w:r>
            <w:r>
              <w:rPr>
                <w:rStyle w:val="f245a"/>
                <w:rFonts w:ascii="Corbel" w:hAnsi="Corbel"/>
                <w:color w:val="000000"/>
                <w:szCs w:val="21"/>
                <w:shd w:val="clear" w:color="auto" w:fill="FFFFFF"/>
              </w:rPr>
              <w:t xml:space="preserve"> - </w:t>
            </w:r>
            <w:r w:rsidRPr="00E037E0">
              <w:rPr>
                <w:rStyle w:val="f245b"/>
                <w:rFonts w:ascii="Corbel" w:hAnsi="Corbel"/>
                <w:color w:val="000000"/>
                <w:szCs w:val="21"/>
                <w:shd w:val="clear" w:color="auto" w:fill="FFFFFF"/>
              </w:rPr>
              <w:t xml:space="preserve">geneza rozwiązań, </w:t>
            </w:r>
            <w:r>
              <w:rPr>
                <w:rStyle w:val="f245b"/>
                <w:rFonts w:ascii="Corbel" w:hAnsi="Corbel"/>
                <w:color w:val="000000"/>
                <w:szCs w:val="21"/>
                <w:shd w:val="clear" w:color="auto" w:fill="FFFFFF"/>
              </w:rPr>
              <w:t>„Samorząd Terytorialny”, 1-2/2016.</w:t>
            </w:r>
          </w:p>
        </w:tc>
      </w:tr>
      <w:tr w:rsidRPr="00EC35BA" w:rsidR="00EC35BA" w:rsidTr="18D32774" w14:paraId="1B15C743" w14:textId="77777777">
        <w:trPr>
          <w:trHeight w:val="397"/>
        </w:trPr>
        <w:tc>
          <w:tcPr>
            <w:tcW w:w="7513" w:type="dxa"/>
            <w:tcMar/>
          </w:tcPr>
          <w:p w:rsidRPr="00D84A37" w:rsidR="00EC35BA" w:rsidP="18D32774" w:rsidRDefault="00EC35BA" w14:paraId="39765136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8D32774" w:rsidR="05B62225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18D32774" w:rsidP="18D32774" w:rsidRDefault="18D32774" w14:paraId="64BDEA62" w14:textId="51CE378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84A37" w:rsidR="00EC35BA" w:rsidP="00EC35BA" w:rsidRDefault="00EC35BA" w14:paraId="0B166893" w14:textId="77777777">
            <w:pPr>
              <w:pStyle w:val="Bezodstpw"/>
              <w:jc w:val="both"/>
              <w:rPr>
                <w:rFonts w:ascii="Corbel" w:hAnsi="Corbel"/>
              </w:rPr>
            </w:pPr>
            <w:r w:rsidRPr="00D84A3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:rsidRPr="00E037E0" w:rsidR="00EC35BA" w:rsidP="00EC35BA" w:rsidRDefault="00EC35BA" w14:paraId="75B68EB7" w14:textId="77777777">
            <w:pPr>
              <w:pStyle w:val="Bezodstpw"/>
              <w:jc w:val="both"/>
              <w:rPr>
                <w:rFonts w:ascii="Corbel" w:hAnsi="Corbel"/>
                <w:lang w:val="en-US"/>
              </w:rPr>
            </w:pPr>
            <w:r w:rsidRPr="00D84A37">
              <w:rPr>
                <w:rFonts w:ascii="Corbel" w:hAnsi="Corbel"/>
              </w:rPr>
              <w:t xml:space="preserve">P. Staszczyk, Ustawa o działalności pożytku publicznego i o wolontariacie. </w:t>
            </w:r>
            <w:proofErr w:type="spellStart"/>
            <w:r w:rsidRPr="00E037E0">
              <w:rPr>
                <w:rFonts w:ascii="Corbel" w:hAnsi="Corbel"/>
                <w:lang w:val="en-US"/>
              </w:rPr>
              <w:t>Komentarz</w:t>
            </w:r>
            <w:proofErr w:type="spellEnd"/>
            <w:r w:rsidRPr="00E037E0">
              <w:rPr>
                <w:rFonts w:ascii="Corbel" w:hAnsi="Corbel"/>
                <w:lang w:val="en-US"/>
              </w:rPr>
              <w:t>, Warszawa 2013,</w:t>
            </w:r>
          </w:p>
          <w:p w:rsidRPr="00E037E0" w:rsidR="00EC35BA" w:rsidP="00EC35BA" w:rsidRDefault="00EC35BA" w14:paraId="778DEEF9" w14:textId="77777777">
            <w:pPr>
              <w:pStyle w:val="Bezodstpw"/>
              <w:jc w:val="both"/>
              <w:rPr>
                <w:rFonts w:ascii="Corbel" w:hAnsi="Corbel"/>
                <w:b/>
                <w:smallCaps/>
                <w:lang w:val="en-US"/>
              </w:rPr>
            </w:pPr>
            <w:r w:rsidRPr="00E037E0">
              <w:rPr>
                <w:rFonts w:ascii="Corbel" w:hAnsi="Corbel"/>
                <w:lang w:val="en-US"/>
              </w:rPr>
              <w:t xml:space="preserve">Agata </w:t>
            </w:r>
            <w:proofErr w:type="spellStart"/>
            <w:r w:rsidRPr="00E037E0">
              <w:rPr>
                <w:rFonts w:ascii="Corbel" w:hAnsi="Corbel"/>
                <w:lang w:val="en-US"/>
              </w:rPr>
              <w:t>Barczewska-Dziobek</w:t>
            </w:r>
            <w:proofErr w:type="spellEnd"/>
            <w:r w:rsidRPr="00E037E0">
              <w:rPr>
                <w:rFonts w:ascii="Corbel" w:hAnsi="Corbel"/>
                <w:lang w:val="en-US"/>
              </w:rPr>
              <w:t xml:space="preserve">, </w:t>
            </w:r>
            <w:r w:rsidRPr="00E037E0"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Cooperation of non-governmental </w:t>
            </w:r>
            <w:proofErr w:type="spellStart"/>
            <w:r w:rsidRPr="00E037E0"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organisations</w:t>
            </w:r>
            <w:proofErr w:type="spellEnd"/>
            <w:r w:rsidRPr="00E037E0"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 with public administration as implementation of the constitutional principle of subsidiarity</w:t>
            </w:r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, “</w:t>
            </w:r>
            <w:proofErr w:type="spellStart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Przegląd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Publicznego</w:t>
            </w:r>
            <w:proofErr w:type="spellEnd"/>
            <w:r>
              <w:rPr>
                <w:rFonts w:ascii="Corbel" w:hAnsi="Corbel"/>
                <w:color w:val="000000"/>
                <w:shd w:val="clear" w:color="auto" w:fill="FFFFFF"/>
                <w:lang w:val="en-US"/>
              </w:rPr>
              <w:t>”, 10/2016.</w:t>
            </w:r>
          </w:p>
        </w:tc>
      </w:tr>
    </w:tbl>
    <w:p w:rsidRPr="00EC35BA" w:rsidR="0085747A" w:rsidP="009C54AE" w:rsidRDefault="0085747A" w14:paraId="2D8A12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EC35BA" w:rsidR="0085747A" w:rsidP="009C54AE" w:rsidRDefault="0085747A" w14:paraId="24E57B9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12C2106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626B" w:rsidP="00C16ABF" w:rsidRDefault="0063626B" w14:paraId="13AEF9EB" w14:textId="77777777">
      <w:pPr>
        <w:spacing w:after="0" w:line="240" w:lineRule="auto"/>
      </w:pPr>
      <w:r>
        <w:separator/>
      </w:r>
    </w:p>
  </w:endnote>
  <w:endnote w:type="continuationSeparator" w:id="0">
    <w:p w:rsidR="0063626B" w:rsidP="00C16ABF" w:rsidRDefault="0063626B" w14:paraId="0384A29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626B" w:rsidP="00C16ABF" w:rsidRDefault="0063626B" w14:paraId="6AE384EE" w14:textId="77777777">
      <w:pPr>
        <w:spacing w:after="0" w:line="240" w:lineRule="auto"/>
      </w:pPr>
      <w:r>
        <w:separator/>
      </w:r>
    </w:p>
  </w:footnote>
  <w:footnote w:type="continuationSeparator" w:id="0">
    <w:p w:rsidR="0063626B" w:rsidP="00C16ABF" w:rsidRDefault="0063626B" w14:paraId="12E2371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B4879F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130"/>
    <w:rsid w:val="000409C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6F3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B59"/>
    <w:rsid w:val="00244ABC"/>
    <w:rsid w:val="002673CD"/>
    <w:rsid w:val="002722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29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86F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26B"/>
    <w:rsid w:val="00647FA8"/>
    <w:rsid w:val="00650C5F"/>
    <w:rsid w:val="00653266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B2"/>
    <w:rsid w:val="007327BD"/>
    <w:rsid w:val="007345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091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29F"/>
    <w:rsid w:val="008E64F4"/>
    <w:rsid w:val="008F12C9"/>
    <w:rsid w:val="008F6E29"/>
    <w:rsid w:val="00916188"/>
    <w:rsid w:val="00923D7D"/>
    <w:rsid w:val="009508DF"/>
    <w:rsid w:val="00950DAC"/>
    <w:rsid w:val="00954A07"/>
    <w:rsid w:val="00994AE9"/>
    <w:rsid w:val="00997F14"/>
    <w:rsid w:val="009A78D9"/>
    <w:rsid w:val="009C3C1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7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D9"/>
    <w:rsid w:val="00B23CDC"/>
    <w:rsid w:val="00B264D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37C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43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78D"/>
    <w:rsid w:val="00E63348"/>
    <w:rsid w:val="00E742AA"/>
    <w:rsid w:val="00E77E88"/>
    <w:rsid w:val="00E8107D"/>
    <w:rsid w:val="00E960BB"/>
    <w:rsid w:val="00EA2074"/>
    <w:rsid w:val="00EA4832"/>
    <w:rsid w:val="00EA4E9D"/>
    <w:rsid w:val="00EC35B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62225"/>
    <w:rsid w:val="11AD0690"/>
    <w:rsid w:val="159B86B2"/>
    <w:rsid w:val="18D32774"/>
    <w:rsid w:val="1A67A2C2"/>
    <w:rsid w:val="1D22D222"/>
    <w:rsid w:val="211B15CD"/>
    <w:rsid w:val="255B0413"/>
    <w:rsid w:val="2B4A1AF0"/>
    <w:rsid w:val="31642FA1"/>
    <w:rsid w:val="3E5D7D9B"/>
    <w:rsid w:val="42EA4030"/>
    <w:rsid w:val="4524A9CB"/>
    <w:rsid w:val="530D2BE7"/>
    <w:rsid w:val="57B6EE9E"/>
    <w:rsid w:val="5AE8D94E"/>
    <w:rsid w:val="5E1D8502"/>
    <w:rsid w:val="60F7CDB9"/>
    <w:rsid w:val="6F4D1F1C"/>
    <w:rsid w:val="72FB158D"/>
    <w:rsid w:val="7C53B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60832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245a" w:customStyle="1">
    <w:name w:val="f_245a"/>
    <w:basedOn w:val="Domylnaczcionkaakapitu"/>
    <w:rsid w:val="00EC35BA"/>
  </w:style>
  <w:style w:type="character" w:styleId="f245b" w:customStyle="1">
    <w:name w:val="f_245b"/>
    <w:basedOn w:val="Domylnaczcionkaakapitu"/>
    <w:rsid w:val="00EC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9B20E-A3E5-4E7E-8435-E9D91EA55D0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16</revision>
  <lastPrinted>2019-02-06T12:12:00.0000000Z</lastPrinted>
  <dcterms:created xsi:type="dcterms:W3CDTF">2021-12-08T17:19:00.0000000Z</dcterms:created>
  <dcterms:modified xsi:type="dcterms:W3CDTF">2022-01-21T12:23:44.4621063Z</dcterms:modified>
</coreProperties>
</file>